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09B919C9"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w:t>
      </w:r>
      <w:r w:rsidR="007857DA">
        <w:rPr>
          <w:spacing w:val="0"/>
        </w:rPr>
        <w:t>3519</w:t>
      </w:r>
      <w:r w:rsidR="00E46584">
        <w:rPr>
          <w:spacing w:val="0"/>
        </w:rPr>
        <w:t xml:space="preserve"> </w:t>
      </w:r>
      <w:r w:rsidR="00402161">
        <w:rPr>
          <w:spacing w:val="0"/>
        </w:rPr>
        <w:t>„</w:t>
      </w:r>
      <w:r w:rsidR="00402161" w:rsidRPr="00402161">
        <w:rPr>
          <w:spacing w:val="0"/>
        </w:rPr>
        <w:t>RMK hallatavatelt maadelt jäätmete likvideerimine (</w:t>
      </w:r>
      <w:r w:rsidR="007857DA">
        <w:rPr>
          <w:spacing w:val="0"/>
        </w:rPr>
        <w:t>9</w:t>
      </w:r>
      <w:r w:rsidR="00402161" w:rsidRPr="00402161">
        <w:rPr>
          <w:spacing w:val="0"/>
        </w:rPr>
        <w:t>)</w:t>
      </w:r>
      <w:r w:rsidR="00402161">
        <w:rPr>
          <w:spacing w:val="0"/>
        </w:rPr>
        <w:t>“</w:t>
      </w:r>
      <w:r w:rsidRPr="003F6EFA">
        <w:rPr>
          <w:spacing w:val="0"/>
        </w:rPr>
        <w:t xml:space="preserve"> (viitenumber </w:t>
      </w:r>
      <w:r w:rsidR="007857DA">
        <w:rPr>
          <w:spacing w:val="0"/>
        </w:rPr>
        <w:t>301183</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53E3D7DD"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7857DA">
        <w:rPr>
          <w:spacing w:val="0"/>
        </w:rPr>
        <w:t>9</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7857DA">
        <w:rPr>
          <w:spacing w:val="0"/>
        </w:rPr>
        <w:t>301183</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lastRenderedPageBreak/>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lastRenderedPageBreak/>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lastRenderedPageBreak/>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7857DA"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1A81D" w14:textId="77777777" w:rsidR="002A73C8" w:rsidRDefault="002A73C8">
      <w:r>
        <w:separator/>
      </w:r>
    </w:p>
    <w:p w14:paraId="1F7B3668" w14:textId="77777777" w:rsidR="002A73C8" w:rsidRDefault="002A73C8"/>
    <w:p w14:paraId="54E2ED66" w14:textId="77777777" w:rsidR="002A73C8" w:rsidRDefault="002A73C8" w:rsidP="005B1C9B"/>
  </w:endnote>
  <w:endnote w:type="continuationSeparator" w:id="0">
    <w:p w14:paraId="2783C4BB" w14:textId="77777777" w:rsidR="002A73C8" w:rsidRDefault="002A73C8">
      <w:r>
        <w:continuationSeparator/>
      </w:r>
    </w:p>
    <w:p w14:paraId="051F0085" w14:textId="77777777" w:rsidR="002A73C8" w:rsidRDefault="002A73C8"/>
    <w:p w14:paraId="1163A5D7" w14:textId="77777777" w:rsidR="002A73C8" w:rsidRDefault="002A73C8" w:rsidP="005B1C9B"/>
  </w:endnote>
  <w:endnote w:type="continuationNotice" w:id="1">
    <w:p w14:paraId="7BD0CA5A" w14:textId="77777777" w:rsidR="002A73C8" w:rsidRDefault="002A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40DC" w14:textId="77777777" w:rsidR="002A73C8" w:rsidRDefault="002A73C8">
      <w:r>
        <w:separator/>
      </w:r>
    </w:p>
    <w:p w14:paraId="5BAEF5E3" w14:textId="77777777" w:rsidR="002A73C8" w:rsidRDefault="002A73C8"/>
    <w:p w14:paraId="621BE79F" w14:textId="77777777" w:rsidR="002A73C8" w:rsidRDefault="002A73C8" w:rsidP="005B1C9B"/>
  </w:footnote>
  <w:footnote w:type="continuationSeparator" w:id="0">
    <w:p w14:paraId="634D60FA" w14:textId="77777777" w:rsidR="002A73C8" w:rsidRDefault="002A73C8">
      <w:r>
        <w:continuationSeparator/>
      </w:r>
    </w:p>
    <w:p w14:paraId="2A8E4EA2" w14:textId="77777777" w:rsidR="002A73C8" w:rsidRDefault="002A73C8"/>
    <w:p w14:paraId="306B6156" w14:textId="77777777" w:rsidR="002A73C8" w:rsidRDefault="002A73C8" w:rsidP="005B1C9B"/>
  </w:footnote>
  <w:footnote w:type="continuationNotice" w:id="1">
    <w:p w14:paraId="6F808801" w14:textId="77777777" w:rsidR="002A73C8" w:rsidRDefault="002A7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109D9"/>
    <w:rsid w:val="007146F1"/>
    <w:rsid w:val="007165C6"/>
    <w:rsid w:val="00720264"/>
    <w:rsid w:val="00742C47"/>
    <w:rsid w:val="00756264"/>
    <w:rsid w:val="00761511"/>
    <w:rsid w:val="00763CE7"/>
    <w:rsid w:val="00772ECC"/>
    <w:rsid w:val="007750DA"/>
    <w:rsid w:val="00775AE2"/>
    <w:rsid w:val="007857DA"/>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08AE"/>
    <w:rsid w:val="00995763"/>
    <w:rsid w:val="00995D9A"/>
    <w:rsid w:val="009A4D63"/>
    <w:rsid w:val="009A66A4"/>
    <w:rsid w:val="009A6CD2"/>
    <w:rsid w:val="009B0614"/>
    <w:rsid w:val="009B1EDB"/>
    <w:rsid w:val="009B2A4E"/>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689"/>
    <w:rsid w:val="00E96BB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664A76"/>
    <w:rsid w:val="00715AA1"/>
    <w:rsid w:val="00796371"/>
    <w:rsid w:val="007A1CF1"/>
    <w:rsid w:val="0084380B"/>
    <w:rsid w:val="00911C60"/>
    <w:rsid w:val="009365FB"/>
    <w:rsid w:val="009908AE"/>
    <w:rsid w:val="009B2A4E"/>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2</TotalTime>
  <Pages>11</Pages>
  <Words>3191</Words>
  <Characters>23928</Characters>
  <Application>Microsoft Office Word</Application>
  <DocSecurity>0</DocSecurity>
  <Lines>199</Lines>
  <Paragraphs>54</Paragraphs>
  <ScaleCrop>false</ScaleCrop>
  <Company>RMK</Company>
  <LinksUpToDate>false</LinksUpToDate>
  <CharactersWithSpaces>27065</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2</cp:revision>
  <cp:lastPrinted>2014-04-25T00:30:00Z</cp:lastPrinted>
  <dcterms:created xsi:type="dcterms:W3CDTF">2025-10-07T06:14:00Z</dcterms:created>
  <dcterms:modified xsi:type="dcterms:W3CDTF">2025-10-07T06:14:00Z</dcterms:modified>
</cp:coreProperties>
</file>